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7C228" w14:textId="5E7C560F" w:rsidR="009436E4" w:rsidRPr="00D36ECF" w:rsidRDefault="00612060" w:rsidP="00A67D5C">
      <w:pPr>
        <w:spacing w:after="360"/>
      </w:pPr>
      <w:r w:rsidRPr="00D36ECF">
        <w:rPr>
          <w:noProof/>
        </w:rPr>
        <mc:AlternateContent>
          <mc:Choice Requires="wpg">
            <w:drawing>
              <wp:anchor distT="0" distB="0" distL="114300" distR="114300" simplePos="0" relativeHeight="251659263" behindDoc="0" locked="0" layoutInCell="1" allowOverlap="1" wp14:anchorId="05F280CE" wp14:editId="62FE581C">
                <wp:simplePos x="0" y="0"/>
                <wp:positionH relativeFrom="column">
                  <wp:posOffset>-601069</wp:posOffset>
                </wp:positionH>
                <wp:positionV relativeFrom="paragraph">
                  <wp:posOffset>-601759</wp:posOffset>
                </wp:positionV>
                <wp:extent cx="1233050" cy="1298254"/>
                <wp:effectExtent l="0" t="0" r="5715" b="0"/>
                <wp:wrapNone/>
                <wp:docPr id="26" name="Image 9"/>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rgbClr val="FFFFFF"/>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C6A924" id="Image 9" o:spid="_x0000_s1026" style="position:absolute;margin-left:-47.35pt;margin-top:-47.4pt;width:97.1pt;height:102.2pt;z-index:251659263"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" path="m116066,153226r43907,l127498,97437v17827,-8756,27205,-25299,27205,-45367c154703,22122,133815,,95100,l,,,153187r39955,l39955,104139r49565,l116066,153187r,39xm39955,31033r49759,c105370,31033,113818,39982,113818,52070v,12087,-8448,21037,-24104,21037l39955,73107r,-42113l39955,31033xe"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" path="m,l,90192v,46103,33987,65358,79057,65358c124127,155550,158113,136295,158113,90192l158113,,117887,r,90192c117887,105728,112152,124053,79057,124053v-33096,,-38831,-18325,-38831,-33861l40226,,,xe"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" path="m133117,122038r-93240,l39877,90502r82893,l122770,61097r-82893,l39877,31188r90721,l130598,,,,,153226r133117,l133117,122038xe"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" path="m126684,122038r-86846,l39838,,,,,153226r126684,l126684,122038xe"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" path="m142728,153187r41001,l117732,,65997,,,153187r40962,l52859,124750r77933,l142689,153187r39,xm65919,93563l91845,31536r25926,62027l65880,93563r39,xe"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" path="m,l,31149r59099,l59099,153226r39877,l98976,31149r59137,l158113,,,xe"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" path="m160942,153226l160942,,125328,r,100652l33948,,,,,153226r35847,l35847,52573r90682,100653l160942,153226xe"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" path="m,30994r59099,l59099,152373r39838,l98937,30994r59137,l158074,,,,,30994xe"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" path="m117887,89688v,15459,-5735,33667,-38830,33667c45961,123355,40226,105147,40226,89688l40226,,,,,89688v,45871,33987,65010,79057,65010c124127,154698,158113,135559,158113,89688l158113,,117887,r,89688xe"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" path="m154703,51798c154703,22006,133815,,95100,l,,,152373r39955,l39955,103597r49526,l116027,152373r43908,l127459,96895v17827,-8679,27205,-25144,27205,-45097l154703,51798xm89714,72758r-49759,l39955,30878r49759,c105370,30878,113818,39788,113818,51837v,12049,-8448,20921,-24104,20921xe"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" path="m112462,1162l56386,61368r-16509,l39877,,,,,152373r39877,l39877,92400r16470,l112462,152645r48868,l91380,76903,161330,1162r-48868,xe"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" path="m132497,632856r29453,-55015l58905,385215,235542,55014,412179,385215,206090,770429r58905,l471046,385215,264995,,206090,,,385215,132497,632856xe"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" path="m264956,770429l471046,385215,338548,137535r-29413,55053l412179,385215,235503,715377,58866,385215,264956,,206090,,,385215,206090,770429r58866,xe"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D36ECF">
        <w:rPr>
          <w:noProof/>
        </w:rPr>
        <mc:AlternateContent>
          <mc:Choice Requires="wps">
            <w:drawing>
              <wp:anchor distT="0" distB="0" distL="114300" distR="114300" simplePos="0" relativeHeight="251653119" behindDoc="0" locked="1" layoutInCell="1" allowOverlap="1" wp14:anchorId="2434C79C" wp14:editId="0DA6D3F8">
                <wp:simplePos x="0" y="0"/>
                <wp:positionH relativeFrom="page">
                  <wp:posOffset>0</wp:posOffset>
                </wp:positionH>
                <wp:positionV relativeFrom="page">
                  <wp:posOffset>-38100</wp:posOffset>
                </wp:positionV>
                <wp:extent cx="7559675" cy="2627630"/>
                <wp:effectExtent l="0" t="0" r="3175" b="1270"/>
                <wp:wrapTopAndBottom/>
                <wp:docPr id="10" name="Forme libre : forme 6"/>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a:srcRect/>
                          <a:stretch>
                            <a:fillRect t="-10589" b="-32821"/>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D24A5" id="Forme libre : forme 6" o:spid="_x0000_s1026" style="position:absolute;margin-left:0;margin-top:-3pt;width:595.25pt;height:206.9pt;z-index:25165311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E1vbGFyZCBTZXZlcnluZQAABZADAAIAAAAUAAAQqJAEAAIAAAAUAAAQvJKRAAIAAAADNDAAAJKS&#10;AAIAAAADNDAAAOocAAcAAAgMAAAInAAAAAAc6gAAAA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Dw/eHBhY2tldCBlbmQ9J3cnPz7/2wBD&#10;AAcFBQYFBAcGBQYIBwcIChELCgkJChUPEAwRGBUaGRgVGBcbHichGx0lHRcYIi4iJSgpKywrGiAv&#10;My8qMicqKyr/2wBDAQcICAoJChQLCxQqHBgcKioqKioqKioqKioqKioqKioqKioqKioqKioqKioq&#10;KioqKioqKioqKioqKioqKioqKir/wAARCAHpA9U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" path="m,l7559675,r,2700000l1626777,2700000,1259199,2496032,891633,2700000,,2700000,,xe" stroked="f" strokeweight="2pt">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D36ECF" w:rsidRDefault="00A650EA" w:rsidP="00797F40">
      <w:pPr>
        <w:pStyle w:val="RTDocType"/>
      </w:pPr>
      <w:r w:rsidRPr="00D36ECF">
        <w:t>Comunicato stampa</w:t>
      </w:r>
    </w:p>
    <w:p w14:paraId="10C7654A" w14:textId="3006706C" w:rsidR="00797F40" w:rsidRPr="00D36ECF" w:rsidRDefault="004D584E" w:rsidP="00797F40">
      <w:pPr>
        <w:pStyle w:val="RTDate"/>
      </w:pPr>
      <w:r w:rsidRPr="00D36ECF">
        <w:t>NOVEMBRE 2023</w:t>
      </w:r>
    </w:p>
    <w:p w14:paraId="3A7E0067" w14:textId="77777777" w:rsidR="00C0704B" w:rsidRPr="00D36ECF" w:rsidRDefault="00C0704B" w:rsidP="008D7C5E">
      <w:pPr>
        <w:pStyle w:val="RTIntroduction"/>
        <w:rPr>
          <w:sz w:val="56"/>
          <w:szCs w:val="56"/>
        </w:rPr>
      </w:pPr>
    </w:p>
    <w:p w14:paraId="7D5F35B1" w14:textId="095FBC57" w:rsidR="00C0704B" w:rsidRPr="00D36ECF" w:rsidRDefault="004728B8" w:rsidP="008D7C5E">
      <w:pPr>
        <w:pStyle w:val="RTIntroduction"/>
        <w:rPr>
          <w:sz w:val="56"/>
          <w:szCs w:val="56"/>
        </w:rPr>
      </w:pPr>
      <w:r w:rsidRPr="00D36ECF">
        <w:rPr>
          <w:sz w:val="56"/>
        </w:rPr>
        <w:t>“The Good Move”, un viaggio nel cuore della transizione ecologica di Renault Trucks</w:t>
      </w:r>
    </w:p>
    <w:p w14:paraId="087B84E7" w14:textId="77777777" w:rsidR="00055B04" w:rsidRPr="00D36ECF" w:rsidRDefault="00055B04" w:rsidP="005E49FB">
      <w:pPr>
        <w:spacing w:line="276" w:lineRule="auto"/>
        <w:rPr>
          <w:b/>
          <w:bCs/>
          <w:sz w:val="22"/>
          <w:szCs w:val="22"/>
        </w:rPr>
      </w:pPr>
    </w:p>
    <w:p w14:paraId="0E265376" w14:textId="51FE5C36" w:rsidR="009E62CE" w:rsidRPr="00D36ECF" w:rsidRDefault="00515C9E" w:rsidP="005E49FB">
      <w:pPr>
        <w:spacing w:line="276" w:lineRule="auto"/>
        <w:rPr>
          <w:b/>
          <w:sz w:val="22"/>
        </w:rPr>
      </w:pPr>
      <w:r w:rsidRPr="00D36ECF">
        <w:rPr>
          <w:b/>
          <w:sz w:val="22"/>
        </w:rPr>
        <w:t>Come può un protagonista del trasporto merci su strada, settore responsabile del 7% delle emissioni di CO</w:t>
      </w:r>
      <w:r w:rsidRPr="00D36ECF">
        <w:rPr>
          <w:b/>
          <w:sz w:val="22"/>
          <w:vertAlign w:val="subscript"/>
        </w:rPr>
        <w:t xml:space="preserve">2 </w:t>
      </w:r>
      <w:r w:rsidRPr="00D36ECF">
        <w:rPr>
          <w:b/>
          <w:sz w:val="22"/>
        </w:rPr>
        <w:t xml:space="preserve">in Europa, contribuire a limitare il riscaldamento globale? Bruno Blin, Presidente di Renault Trucks, propone una risposta e spiega come la sua azienda si stia organizzando e trasformando per ridurre rapidamente e drasticamente la sua impronta di carbonio in </w:t>
      </w:r>
      <w:r w:rsidR="00654354" w:rsidRPr="00D36ECF">
        <w:rPr>
          <w:b/>
          <w:sz w:val="22"/>
        </w:rPr>
        <w:t>“</w:t>
      </w:r>
      <w:r w:rsidRPr="00D36ECF">
        <w:rPr>
          <w:b/>
          <w:sz w:val="22"/>
        </w:rPr>
        <w:t>The Good Move, impegnati nella decarbonizzazione”, una serie web in sette episodi che verrà trasmessa dall'8 novembre 2023.</w:t>
      </w:r>
    </w:p>
    <w:p w14:paraId="634802DF" w14:textId="6A154A8B" w:rsidR="005E49FB" w:rsidRPr="00D36ECF" w:rsidRDefault="005E49FB" w:rsidP="005E49FB">
      <w:pPr>
        <w:spacing w:line="276" w:lineRule="auto"/>
        <w:rPr>
          <w:b/>
          <w:bCs/>
          <w:sz w:val="22"/>
          <w:szCs w:val="22"/>
        </w:rPr>
      </w:pPr>
    </w:p>
    <w:p w14:paraId="4DD9AB75" w14:textId="77777777" w:rsidR="00E22988" w:rsidRPr="00D36ECF" w:rsidRDefault="00E22988" w:rsidP="005E49FB">
      <w:pPr>
        <w:spacing w:line="276" w:lineRule="auto"/>
        <w:rPr>
          <w:b/>
          <w:bCs/>
          <w:sz w:val="22"/>
          <w:szCs w:val="22"/>
        </w:rPr>
      </w:pPr>
    </w:p>
    <w:p w14:paraId="5BEB08B1" w14:textId="0C111213" w:rsidR="004C3220" w:rsidRPr="00D36ECF" w:rsidRDefault="00D6464F" w:rsidP="00D6464F">
      <w:pPr>
        <w:spacing w:line="276" w:lineRule="auto"/>
        <w:rPr>
          <w:sz w:val="22"/>
          <w:szCs w:val="22"/>
        </w:rPr>
      </w:pPr>
      <w:r w:rsidRPr="00D36ECF">
        <w:rPr>
          <w:sz w:val="22"/>
        </w:rPr>
        <w:t>"</w:t>
      </w:r>
      <w:r w:rsidRPr="00D36ECF">
        <w:rPr>
          <w:i/>
          <w:sz w:val="22"/>
        </w:rPr>
        <w:t>Il riscaldamento globale è una realtà e ognuno è responsabile individualmente delle proprie decisioni e azioni. Cosa significa per me, in quanto Presidente di Renault Trucks, un'azienda che produce autocarri che viaggiano sulle strade di tutto il mondo?”</w:t>
      </w:r>
      <w:r w:rsidRPr="00D36ECF">
        <w:rPr>
          <w:sz w:val="22"/>
        </w:rPr>
        <w:t>. È con questa riflessione di Bruno Blin che inizia la webserie “</w:t>
      </w:r>
      <w:r w:rsidRPr="00D36ECF">
        <w:rPr>
          <w:sz w:val="8"/>
        </w:rPr>
        <w:t> </w:t>
      </w:r>
      <w:r w:rsidRPr="00D36ECF">
        <w:rPr>
          <w:sz w:val="22"/>
        </w:rPr>
        <w:t>The Good Move, impegnati nella decarbonizzazione</w:t>
      </w:r>
      <w:r w:rsidRPr="00D36ECF">
        <w:rPr>
          <w:sz w:val="8"/>
        </w:rPr>
        <w:t>”</w:t>
      </w:r>
      <w:r w:rsidRPr="00D36ECF">
        <w:t>.</w:t>
      </w:r>
      <w:r w:rsidRPr="00D36ECF">
        <w:rPr>
          <w:sz w:val="22"/>
        </w:rPr>
        <w:t xml:space="preserve"> </w:t>
      </w:r>
    </w:p>
    <w:p w14:paraId="1922CF36" w14:textId="77777777" w:rsidR="004C3220" w:rsidRPr="00D36ECF" w:rsidRDefault="004C3220" w:rsidP="00D6464F">
      <w:pPr>
        <w:spacing w:line="276" w:lineRule="auto"/>
        <w:rPr>
          <w:sz w:val="22"/>
          <w:szCs w:val="22"/>
        </w:rPr>
      </w:pPr>
    </w:p>
    <w:p w14:paraId="403FBC28" w14:textId="05EF16FB" w:rsidR="00D6464F" w:rsidRPr="00D36ECF" w:rsidRDefault="00D6464F" w:rsidP="00D6464F">
      <w:pPr>
        <w:spacing w:line="276" w:lineRule="auto"/>
        <w:rPr>
          <w:sz w:val="22"/>
          <w:szCs w:val="22"/>
        </w:rPr>
      </w:pPr>
      <w:r w:rsidRPr="00D36ECF">
        <w:rPr>
          <w:sz w:val="22"/>
        </w:rPr>
        <w:t>Il trasporto merci su strada è responsabile del 7% delle emissioni totali di CO</w:t>
      </w:r>
      <w:r w:rsidRPr="00D36ECF">
        <w:rPr>
          <w:sz w:val="22"/>
          <w:vertAlign w:val="subscript"/>
        </w:rPr>
        <w:t>2</w:t>
      </w:r>
      <w:r w:rsidRPr="00D36ECF">
        <w:rPr>
          <w:sz w:val="22"/>
        </w:rPr>
        <w:t xml:space="preserve"> in Europa, un dato che lo pone al centro della lotta al cambiamento climatico. </w:t>
      </w:r>
      <w:r w:rsidRPr="00D36ECF">
        <w:rPr>
          <w:i/>
          <w:sz w:val="22"/>
        </w:rPr>
        <w:t>”Facciamo parte del problema, e questo significa che abbiamo un ruolo fondamentale da svolgere per risolverlo”</w:t>
      </w:r>
      <w:r w:rsidRPr="00D36ECF">
        <w:rPr>
          <w:sz w:val="22"/>
        </w:rPr>
        <w:t xml:space="preserve">, sottolinea Bruno Blin. </w:t>
      </w:r>
      <w:r w:rsidRPr="00D36ECF">
        <w:rPr>
          <w:i/>
          <w:sz w:val="22"/>
        </w:rPr>
        <w:t xml:space="preserve">”Dato che non possiamo più accontentarci di piccoli passi, in Renault Trucks abbiamo preso degli impegni per la decarbonizzazione del nostro settore e la tutela delle risorse, con molte iniziative concrete già in atto, </w:t>
      </w:r>
      <w:r w:rsidRPr="00D36ECF">
        <w:rPr>
          <w:i/>
          <w:sz w:val="22"/>
        </w:rPr>
        <w:lastRenderedPageBreak/>
        <w:t>senza dimenticare tutto quello che resta da fare. È quello che ho voluto condividere e documentare attraverso questa serie.</w:t>
      </w:r>
      <w:r w:rsidRPr="00D36ECF">
        <w:rPr>
          <w:sz w:val="22"/>
        </w:rPr>
        <w:t>”</w:t>
      </w:r>
    </w:p>
    <w:p w14:paraId="48C39CAC" w14:textId="77777777" w:rsidR="004C3220" w:rsidRPr="00D36ECF" w:rsidRDefault="004C3220" w:rsidP="00D6464F">
      <w:pPr>
        <w:spacing w:line="276" w:lineRule="auto"/>
        <w:rPr>
          <w:sz w:val="22"/>
          <w:szCs w:val="22"/>
        </w:rPr>
      </w:pPr>
    </w:p>
    <w:p w14:paraId="70BACEF8" w14:textId="112A884F" w:rsidR="00FD5BBD" w:rsidRPr="00D36ECF" w:rsidRDefault="00E22988" w:rsidP="00FD5BBD">
      <w:pPr>
        <w:spacing w:line="276" w:lineRule="auto"/>
        <w:rPr>
          <w:sz w:val="22"/>
        </w:rPr>
      </w:pPr>
      <w:r w:rsidRPr="00D36ECF">
        <w:rPr>
          <w:sz w:val="22"/>
        </w:rPr>
        <w:t>È così che in “The Good Move, impegnati nella decarbonizzazione”, una serie web in sette episodi in formato magazine, Bruno Blin, insieme ad una collaboratrice dell'azienda, parte per incontrare gli esperti: professionisti del riciclo delle batterie, direttori di impianti, specialisti di logistica urbana, ma anche un glaciologo e un membro del GIEC, il Gruppo intergovernativo francese di esperti del cambiamento climatico..</w:t>
      </w:r>
    </w:p>
    <w:p w14:paraId="15592B52" w14:textId="613724A2" w:rsidR="00E22988" w:rsidRPr="00D36ECF" w:rsidRDefault="00E22988" w:rsidP="00E22988">
      <w:pPr>
        <w:spacing w:line="276" w:lineRule="auto"/>
        <w:rPr>
          <w:sz w:val="22"/>
          <w:szCs w:val="22"/>
        </w:rPr>
      </w:pPr>
      <w:r w:rsidRPr="00D36ECF">
        <w:rPr>
          <w:sz w:val="22"/>
        </w:rPr>
        <w:t xml:space="preserve">Tutti condividono la volontà di impegnarsi insieme per cambiare le prassi, i modelli e, soprattutto, le mentalità. Perché la risposta alla sfida climatica sta nell'azione comune e nell'innovazione. </w:t>
      </w:r>
    </w:p>
    <w:p w14:paraId="18DFA9AE" w14:textId="77777777" w:rsidR="00E22988" w:rsidRPr="00D36ECF" w:rsidRDefault="00E22988" w:rsidP="00E22988">
      <w:pPr>
        <w:spacing w:line="276" w:lineRule="auto"/>
        <w:rPr>
          <w:sz w:val="22"/>
          <w:szCs w:val="22"/>
        </w:rPr>
      </w:pPr>
    </w:p>
    <w:p w14:paraId="247E9949" w14:textId="405157E0" w:rsidR="000847FD" w:rsidRPr="00D36ECF" w:rsidRDefault="000847FD" w:rsidP="000847FD">
      <w:pPr>
        <w:spacing w:line="276" w:lineRule="auto"/>
        <w:rPr>
          <w:sz w:val="22"/>
          <w:szCs w:val="22"/>
        </w:rPr>
      </w:pPr>
      <w:r w:rsidRPr="00D36ECF">
        <w:rPr>
          <w:sz w:val="22"/>
        </w:rPr>
        <w:t>Ognuno dei sette episodi della serie affronta un aspetto specifico della transizione e mette in evidenza l'impegno di Renault Trucks di essere una forza trainante del cambiamento verso il trasporto sostenibile. Il primo episodio di questa serie settimanale sarà online l'8 novembre 2023 su www.renault-trucks.com.</w:t>
      </w:r>
    </w:p>
    <w:p w14:paraId="43FC1051" w14:textId="77777777" w:rsidR="000847FD" w:rsidRPr="00D36ECF" w:rsidRDefault="000847FD" w:rsidP="000F6108">
      <w:pPr>
        <w:spacing w:line="276" w:lineRule="auto"/>
        <w:rPr>
          <w:sz w:val="22"/>
          <w:szCs w:val="22"/>
        </w:rPr>
      </w:pPr>
    </w:p>
    <w:p w14:paraId="5F3E7153" w14:textId="2F7A2BD6" w:rsidR="004C3220" w:rsidRPr="00D36ECF" w:rsidRDefault="009C5809" w:rsidP="000F6108">
      <w:pPr>
        <w:spacing w:line="276" w:lineRule="auto"/>
        <w:rPr>
          <w:sz w:val="22"/>
        </w:rPr>
      </w:pPr>
      <w:r w:rsidRPr="00D36ECF">
        <w:rPr>
          <w:sz w:val="22"/>
        </w:rPr>
        <w:t>“The Good Move, impegnati nella decarbonizzazione” è stata prodotta da Régis Granet per l'agenzia Alunites.</w:t>
      </w:r>
    </w:p>
    <w:p w14:paraId="65DBF25C" w14:textId="04D9C132" w:rsidR="004C3220" w:rsidRPr="00D36ECF" w:rsidRDefault="004C3220" w:rsidP="000F6108">
      <w:pPr>
        <w:spacing w:line="276" w:lineRule="auto"/>
        <w:rPr>
          <w:sz w:val="22"/>
          <w:szCs w:val="22"/>
        </w:rPr>
      </w:pPr>
    </w:p>
    <w:p w14:paraId="30D55C94" w14:textId="5C5A27DD" w:rsidR="004C3220" w:rsidRPr="00D36ECF" w:rsidRDefault="004C3220" w:rsidP="000F6108">
      <w:pPr>
        <w:spacing w:line="276" w:lineRule="auto"/>
        <w:rPr>
          <w:sz w:val="22"/>
          <w:szCs w:val="22"/>
        </w:rPr>
      </w:pPr>
    </w:p>
    <w:p w14:paraId="09B82BAB" w14:textId="77777777" w:rsidR="004C3220" w:rsidRPr="00D36ECF" w:rsidRDefault="004C3220" w:rsidP="000F6108">
      <w:pPr>
        <w:spacing w:line="276" w:lineRule="auto"/>
        <w:rPr>
          <w:sz w:val="22"/>
          <w:szCs w:val="22"/>
        </w:rPr>
      </w:pPr>
    </w:p>
    <w:p w14:paraId="3200C0DC" w14:textId="77777777" w:rsidR="008B4FFC" w:rsidRPr="004D6574" w:rsidRDefault="008B4FFC" w:rsidP="0093104D">
      <w:pPr>
        <w:rPr>
          <w:b/>
          <w:bCs/>
          <w:i/>
          <w:iCs/>
          <w:sz w:val="18"/>
          <w:szCs w:val="18"/>
          <w:lang w:val="fr-FR"/>
        </w:rPr>
      </w:pPr>
      <w:r w:rsidRPr="004D6574">
        <w:rPr>
          <w:b/>
          <w:bCs/>
          <w:i/>
          <w:iCs/>
          <w:sz w:val="18"/>
          <w:szCs w:val="18"/>
          <w:lang w:val="fr-FR"/>
        </w:rPr>
        <w:t xml:space="preserve">Informazioni su Renault Trucks </w:t>
      </w:r>
    </w:p>
    <w:p w14:paraId="61F39069" w14:textId="77777777" w:rsidR="008B4FFC" w:rsidRPr="004D6574" w:rsidRDefault="008B4FFC" w:rsidP="0093104D">
      <w:pPr>
        <w:rPr>
          <w:b/>
          <w:bCs/>
          <w:i/>
          <w:iCs/>
          <w:sz w:val="18"/>
          <w:szCs w:val="18"/>
          <w:lang w:val="fr-FR"/>
        </w:rPr>
      </w:pPr>
      <w:r w:rsidRPr="004D6574">
        <w:rPr>
          <w:b/>
          <w:bCs/>
          <w:i/>
          <w:iCs/>
          <w:sz w:val="18"/>
          <w:szCs w:val="18"/>
          <w:lang w:val="fr-FR"/>
        </w:rPr>
        <w:t xml:space="preserve"> </w:t>
      </w:r>
    </w:p>
    <w:p w14:paraId="57F7F9D7" w14:textId="77777777" w:rsidR="008B4FFC" w:rsidRPr="004D6574" w:rsidRDefault="008B4FFC" w:rsidP="0093104D">
      <w:pPr>
        <w:rPr>
          <w:sz w:val="18"/>
          <w:szCs w:val="18"/>
          <w:lang w:val="fr-FR"/>
        </w:rPr>
      </w:pPr>
      <w:r w:rsidRPr="004D6574">
        <w:rPr>
          <w:sz w:val="18"/>
          <w:szCs w:val="18"/>
          <w:lang w:val="fr-FR"/>
        </w:rPr>
        <w:t xml:space="preserve">Renault Trucks, costruttore francese di autocarri, fornisce dal 1894 ai professionisti del trasporto su strada soluzioni di mobilità sostenibile, dai veicoli commerciali leggeri ai grandi autocarri. Impegnata nella transizione energetica, Renault Trucks propone veicoli a consumo controllato e una gamma completa di autocarri 100% elettrici, con una durata di esercizio prolungata grazie a un approccio circolare. </w:t>
      </w:r>
    </w:p>
    <w:p w14:paraId="5F3883F2" w14:textId="77777777" w:rsidR="008B4FFC" w:rsidRPr="004D6574" w:rsidRDefault="008B4FFC" w:rsidP="0093104D">
      <w:pPr>
        <w:rPr>
          <w:sz w:val="18"/>
          <w:szCs w:val="18"/>
          <w:lang w:val="fr-FR"/>
        </w:rPr>
      </w:pPr>
      <w:r w:rsidRPr="004D6574">
        <w:rPr>
          <w:sz w:val="18"/>
          <w:szCs w:val="18"/>
          <w:lang w:val="fr-FR"/>
        </w:rPr>
        <w:t xml:space="preserve"> </w:t>
      </w:r>
    </w:p>
    <w:p w14:paraId="162AC8C3" w14:textId="77777777" w:rsidR="008B4FFC" w:rsidRPr="003E117A" w:rsidRDefault="008B4FFC" w:rsidP="0093104D">
      <w:pPr>
        <w:rPr>
          <w:rFonts w:cs="Arial"/>
          <w:sz w:val="18"/>
          <w:szCs w:val="18"/>
          <w:lang w:val="fr-FR"/>
        </w:rPr>
      </w:pPr>
      <w:r w:rsidRPr="004D6574">
        <w:rPr>
          <w:sz w:val="18"/>
          <w:szCs w:val="18"/>
          <w:lang w:val="fr-FR"/>
        </w:rPr>
        <w:t>Renault Trucks fa parte del Gruppo Volvo, uno dei principali produttori mondiali di autocarri, pullman e autobus, macchine da cantiere e motori industriali e marini. Il Gruppo fornisce anche soluzioni complete di finanziamento e di assistenza.</w:t>
      </w:r>
      <w:r>
        <w:rPr>
          <w:b/>
          <w:bCs/>
          <w:i/>
          <w:iCs/>
          <w:sz w:val="18"/>
          <w:szCs w:val="18"/>
          <w:lang w:val="fr-FR"/>
        </w:rPr>
        <w:br/>
      </w:r>
    </w:p>
    <w:p w14:paraId="02649F42" w14:textId="77777777" w:rsidR="008B4FFC" w:rsidRPr="00CF00A6" w:rsidRDefault="008B4FFC" w:rsidP="0093104D">
      <w:pPr>
        <w:rPr>
          <w:rFonts w:cs="Arial"/>
          <w:b/>
          <w:bCs/>
          <w:i/>
          <w:iCs/>
          <w:sz w:val="18"/>
          <w:szCs w:val="18"/>
          <w:lang w:val="fr-FR"/>
        </w:rPr>
      </w:pPr>
      <w:r w:rsidRPr="00CF00A6">
        <w:rPr>
          <w:b/>
          <w:i/>
          <w:sz w:val="18"/>
          <w:lang w:val="fr-FR"/>
        </w:rPr>
        <w:t>Numeri chiave:</w:t>
      </w:r>
    </w:p>
    <w:p w14:paraId="693E6637" w14:textId="77777777" w:rsidR="008B4FFC" w:rsidRPr="00CF00A6" w:rsidRDefault="008B4FFC" w:rsidP="0093104D">
      <w:pPr>
        <w:rPr>
          <w:rFonts w:cs="Arial"/>
          <w:i/>
          <w:iCs/>
          <w:sz w:val="18"/>
          <w:szCs w:val="18"/>
          <w:lang w:val="fr-FR"/>
        </w:rPr>
      </w:pPr>
      <w:r w:rsidRPr="00CF00A6">
        <w:rPr>
          <w:i/>
          <w:sz w:val="18"/>
          <w:lang w:val="fr-FR"/>
        </w:rPr>
        <w:t>9.450 dipendenti nel mondo</w:t>
      </w:r>
    </w:p>
    <w:p w14:paraId="19E43183" w14:textId="77777777" w:rsidR="008B4FFC" w:rsidRPr="00CF00A6" w:rsidRDefault="008B4FFC" w:rsidP="0093104D">
      <w:pPr>
        <w:rPr>
          <w:rFonts w:cs="Arial"/>
          <w:i/>
          <w:iCs/>
          <w:sz w:val="18"/>
          <w:szCs w:val="18"/>
          <w:lang w:val="fr-FR"/>
        </w:rPr>
      </w:pPr>
      <w:r w:rsidRPr="00CF00A6">
        <w:rPr>
          <w:i/>
          <w:sz w:val="18"/>
          <w:lang w:val="fr-FR"/>
        </w:rPr>
        <w:t>4 stabilimenti di produzione in Francia</w:t>
      </w:r>
    </w:p>
    <w:p w14:paraId="624C3DCA" w14:textId="77777777" w:rsidR="008B4FFC" w:rsidRPr="00CF00A6" w:rsidRDefault="008B4FFC" w:rsidP="0093104D">
      <w:pPr>
        <w:rPr>
          <w:rFonts w:cs="Arial"/>
          <w:i/>
          <w:iCs/>
          <w:sz w:val="18"/>
          <w:szCs w:val="18"/>
          <w:lang w:val="fr-FR"/>
        </w:rPr>
      </w:pPr>
      <w:r w:rsidRPr="00CF00A6">
        <w:rPr>
          <w:i/>
          <w:sz w:val="18"/>
          <w:lang w:val="fr-FR"/>
        </w:rPr>
        <w:t xml:space="preserve">1.400 punti vendita e assistenza </w:t>
      </w:r>
    </w:p>
    <w:p w14:paraId="21EB4800" w14:textId="77777777" w:rsidR="008B4FFC" w:rsidRDefault="008B4FFC" w:rsidP="008B4FFC">
      <w:pPr>
        <w:rPr>
          <w:sz w:val="22"/>
          <w:szCs w:val="22"/>
          <w:lang w:val="fr-FR"/>
        </w:rPr>
      </w:pPr>
      <w:r w:rsidRPr="00CF00A6">
        <w:rPr>
          <w:i/>
          <w:sz w:val="18"/>
          <w:lang w:val="fr-FR"/>
        </w:rPr>
        <w:t>59.000 veicoli venduti nel 2022</w:t>
      </w: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D36ECF" w14:paraId="05157BE4" w14:textId="77777777" w:rsidTr="00B911AE">
        <w:tc>
          <w:tcPr>
            <w:tcW w:w="4678" w:type="dxa"/>
          </w:tcPr>
          <w:p w14:paraId="0101F5F6" w14:textId="77777777" w:rsidR="004C3220" w:rsidRPr="00D36ECF" w:rsidRDefault="004C3220" w:rsidP="00B911AE">
            <w:pPr>
              <w:rPr>
                <w:b/>
                <w:bCs/>
                <w:color w:val="E3021B" w:themeColor="text2"/>
              </w:rPr>
            </w:pPr>
            <w:r w:rsidRPr="00D36ECF">
              <w:rPr>
                <w:b/>
                <w:color w:val="E3021B" w:themeColor="text2"/>
              </w:rPr>
              <w:t>Per maggiori informazioni, contattare</w:t>
            </w:r>
          </w:p>
          <w:p w14:paraId="43457CA3" w14:textId="77777777" w:rsidR="004C3220" w:rsidRPr="00D36ECF" w:rsidRDefault="008B4FFC" w:rsidP="00B911AE">
            <w:pPr>
              <w:rPr>
                <w:b/>
                <w:bCs/>
                <w:color w:val="E3021B" w:themeColor="text2"/>
              </w:rPr>
            </w:pPr>
            <w:r w:rsidRPr="00D36ECF">
              <w:rPr>
                <w:b/>
                <w:color w:val="E3021B" w:themeColor="text2"/>
              </w:rPr>
              <w:t xml:space="preserve"> </w:t>
            </w:r>
          </w:p>
        </w:tc>
        <w:tc>
          <w:tcPr>
            <w:tcW w:w="3815" w:type="dxa"/>
          </w:tcPr>
          <w:p w14:paraId="5BCB61BD" w14:textId="77777777" w:rsidR="004C3220" w:rsidRPr="00D36ECF" w:rsidRDefault="004C3220" w:rsidP="00B911AE">
            <w:pPr>
              <w:rPr>
                <w:b/>
                <w:bCs/>
                <w:color w:val="494949" w:themeColor="accent4"/>
              </w:rPr>
            </w:pPr>
            <w:r w:rsidRPr="00D36ECF">
              <w:rPr>
                <w:b/>
                <w:color w:val="494949" w:themeColor="accent4"/>
              </w:rPr>
              <w:t>Séveryne Molard</w:t>
            </w:r>
          </w:p>
          <w:p w14:paraId="247183E0" w14:textId="77777777" w:rsidR="004C3220" w:rsidRPr="00D36ECF" w:rsidRDefault="004C3220" w:rsidP="00B911AE">
            <w:pPr>
              <w:rPr>
                <w:color w:val="494949" w:themeColor="accent4"/>
              </w:rPr>
            </w:pPr>
            <w:r w:rsidRPr="00D36ECF">
              <w:rPr>
                <w:color w:val="494949" w:themeColor="accent4"/>
              </w:rPr>
              <w:t>Tel. +33 (0)4 81 93 09 52</w:t>
            </w:r>
          </w:p>
          <w:p w14:paraId="31DCF7A6" w14:textId="729C0A82" w:rsidR="004C3220" w:rsidRPr="00D36ECF" w:rsidRDefault="008B4FFC" w:rsidP="00B911AE">
            <w:pPr>
              <w:rPr>
                <w:color w:val="494949" w:themeColor="accent4"/>
              </w:rPr>
            </w:pPr>
            <w:hyperlink r:id="rId10" w:history="1">
              <w:r w:rsidRPr="00D36ECF">
                <w:rPr>
                  <w:rStyle w:val="Hyperlink"/>
                  <w:color w:val="494949" w:themeColor="accent4"/>
                </w:rPr>
                <w:t>severyne.molard@renault-trucks.com</w:t>
              </w:r>
            </w:hyperlink>
            <w:r w:rsidRPr="00D36ECF">
              <w:rPr>
                <w:color w:val="494949" w:themeColor="accent4"/>
              </w:rPr>
              <w:t xml:space="preserve"> </w:t>
            </w:r>
          </w:p>
        </w:tc>
      </w:tr>
    </w:tbl>
    <w:p w14:paraId="243E927A" w14:textId="77777777" w:rsidR="004C3220" w:rsidRPr="00D36ECF" w:rsidRDefault="004C3220" w:rsidP="004C3220">
      <w:pPr>
        <w:pStyle w:val="RTDocType"/>
        <w:rPr>
          <w:sz w:val="22"/>
          <w:szCs w:val="22"/>
        </w:rPr>
      </w:pPr>
    </w:p>
    <w:p w14:paraId="63DC4E76" w14:textId="77777777" w:rsidR="00A078C8" w:rsidRPr="00D36ECF" w:rsidRDefault="00A078C8" w:rsidP="00215BC6">
      <w:pPr>
        <w:spacing w:line="276" w:lineRule="auto"/>
        <w:rPr>
          <w:sz w:val="22"/>
          <w:szCs w:val="22"/>
        </w:rPr>
      </w:pPr>
    </w:p>
    <w:sectPr w:rsidR="00A078C8" w:rsidRPr="00D36ECF" w:rsidSect="002363AC">
      <w:footerReference w:type="default" r:id="rId11"/>
      <w:footerReference w:type="first" r:id="rId12"/>
      <w:pgSz w:w="11906" w:h="16838" w:code="9"/>
      <w:pgMar w:top="1701" w:right="1418" w:bottom="1135"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C08F3" w14:textId="77777777" w:rsidR="00A66524" w:rsidRDefault="00A66524" w:rsidP="00D41A34">
      <w:r>
        <w:separator/>
      </w:r>
    </w:p>
  </w:endnote>
  <w:endnote w:type="continuationSeparator" w:id="0">
    <w:p w14:paraId="0241F256" w14:textId="77777777" w:rsidR="00A66524" w:rsidRDefault="00A66524" w:rsidP="00D4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A1E0" w14:textId="4516649B"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8B4FFC">
      <w:rPr>
        <w:noProof/>
      </w:rPr>
      <w:instrText>2</w:instrText>
    </w:r>
    <w:r>
      <w:fldChar w:fldCharType="end"/>
    </w:r>
    <w:r>
      <w:instrText xml:space="preserve"> = </w:instrText>
    </w:r>
    <w:r w:rsidR="008B4FFC">
      <w:fldChar w:fldCharType="begin"/>
    </w:r>
    <w:r w:rsidR="008B4FFC">
      <w:instrText xml:space="preserve"> NUMPAGES </w:instrText>
    </w:r>
    <w:r w:rsidR="008B4FFC">
      <w:fldChar w:fldCharType="separate"/>
    </w:r>
    <w:r w:rsidR="008B4FFC">
      <w:rPr>
        <w:noProof/>
      </w:rPr>
      <w:instrText>2</w:instrText>
    </w:r>
    <w:r w:rsidR="008B4FFC">
      <w:rPr>
        <w:noProof/>
      </w:rPr>
      <w:fldChar w:fldCharType="end"/>
    </w:r>
    <w:r>
      <w:instrText>"</w:instrText>
    </w:r>
    <w:r w:rsidRPr="00D41A34">
      <w:instrText>renault-trucks.com</w:instrText>
    </w:r>
    <w:r>
      <w:instrText xml:space="preserve">" "" </w:instrText>
    </w:r>
    <w:r w:rsidR="008B4FFC">
      <w:fldChar w:fldCharType="separate"/>
    </w:r>
    <w:r w:rsidR="008B4FFC"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E2400" w14:textId="77777777" w:rsidR="00A66524" w:rsidRPr="00F00D7B" w:rsidRDefault="00A66524" w:rsidP="00D41A34">
      <w:pPr>
        <w:rPr>
          <w:sz w:val="14"/>
          <w:szCs w:val="14"/>
        </w:rPr>
      </w:pPr>
    </w:p>
  </w:footnote>
  <w:footnote w:type="continuationSeparator" w:id="0">
    <w:p w14:paraId="579B59C8" w14:textId="77777777" w:rsidR="00A66524" w:rsidRDefault="00A66524" w:rsidP="00D41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3"/>
  </w:num>
  <w:num w:numId="13" w16cid:durableId="1408378821">
    <w:abstractNumId w:val="14"/>
  </w:num>
  <w:num w:numId="14" w16cid:durableId="433094607">
    <w:abstractNumId w:val="10"/>
  </w:num>
  <w:num w:numId="15" w16cid:durableId="684862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2E3"/>
    <w:rsid w:val="00001726"/>
    <w:rsid w:val="000170A5"/>
    <w:rsid w:val="00022E9E"/>
    <w:rsid w:val="00023EE8"/>
    <w:rsid w:val="00027394"/>
    <w:rsid w:val="00030667"/>
    <w:rsid w:val="00034630"/>
    <w:rsid w:val="0004126A"/>
    <w:rsid w:val="00045B37"/>
    <w:rsid w:val="00047A9E"/>
    <w:rsid w:val="00055B04"/>
    <w:rsid w:val="00067DF5"/>
    <w:rsid w:val="000847FD"/>
    <w:rsid w:val="00087566"/>
    <w:rsid w:val="0009693C"/>
    <w:rsid w:val="000973D7"/>
    <w:rsid w:val="000A0F0A"/>
    <w:rsid w:val="000A2843"/>
    <w:rsid w:val="000B60D8"/>
    <w:rsid w:val="000B69E3"/>
    <w:rsid w:val="000C58FE"/>
    <w:rsid w:val="000D0895"/>
    <w:rsid w:val="000D3247"/>
    <w:rsid w:val="000D787F"/>
    <w:rsid w:val="000E17F8"/>
    <w:rsid w:val="000F6108"/>
    <w:rsid w:val="0010457A"/>
    <w:rsid w:val="0010545F"/>
    <w:rsid w:val="00105A10"/>
    <w:rsid w:val="00106A37"/>
    <w:rsid w:val="00110417"/>
    <w:rsid w:val="00120274"/>
    <w:rsid w:val="0012037B"/>
    <w:rsid w:val="001223DA"/>
    <w:rsid w:val="00126772"/>
    <w:rsid w:val="00131851"/>
    <w:rsid w:val="00160347"/>
    <w:rsid w:val="00165050"/>
    <w:rsid w:val="00165EA1"/>
    <w:rsid w:val="00171B62"/>
    <w:rsid w:val="001727F6"/>
    <w:rsid w:val="001744C0"/>
    <w:rsid w:val="001764A0"/>
    <w:rsid w:val="00181976"/>
    <w:rsid w:val="0018337F"/>
    <w:rsid w:val="00184A25"/>
    <w:rsid w:val="0019176B"/>
    <w:rsid w:val="00196C91"/>
    <w:rsid w:val="001A3CE1"/>
    <w:rsid w:val="001B110E"/>
    <w:rsid w:val="001B591C"/>
    <w:rsid w:val="001C52BE"/>
    <w:rsid w:val="001D0C31"/>
    <w:rsid w:val="001F3EA2"/>
    <w:rsid w:val="001F730B"/>
    <w:rsid w:val="00200D3B"/>
    <w:rsid w:val="00201097"/>
    <w:rsid w:val="00201A9F"/>
    <w:rsid w:val="00203326"/>
    <w:rsid w:val="00203A31"/>
    <w:rsid w:val="00207986"/>
    <w:rsid w:val="00213741"/>
    <w:rsid w:val="00214DFB"/>
    <w:rsid w:val="00215BC6"/>
    <w:rsid w:val="00224A30"/>
    <w:rsid w:val="002363AC"/>
    <w:rsid w:val="00246736"/>
    <w:rsid w:val="002529AD"/>
    <w:rsid w:val="00252B15"/>
    <w:rsid w:val="00253784"/>
    <w:rsid w:val="00274C4F"/>
    <w:rsid w:val="002836DD"/>
    <w:rsid w:val="00286193"/>
    <w:rsid w:val="002922A5"/>
    <w:rsid w:val="00293E0C"/>
    <w:rsid w:val="002A2EE7"/>
    <w:rsid w:val="002C0DF3"/>
    <w:rsid w:val="002C508D"/>
    <w:rsid w:val="002C5428"/>
    <w:rsid w:val="002D1A3B"/>
    <w:rsid w:val="002E2325"/>
    <w:rsid w:val="002F2A64"/>
    <w:rsid w:val="002F5DE8"/>
    <w:rsid w:val="0031195B"/>
    <w:rsid w:val="003152B6"/>
    <w:rsid w:val="0031790C"/>
    <w:rsid w:val="00326451"/>
    <w:rsid w:val="00337986"/>
    <w:rsid w:val="00346E11"/>
    <w:rsid w:val="0035007B"/>
    <w:rsid w:val="00355FF0"/>
    <w:rsid w:val="003622C0"/>
    <w:rsid w:val="003740A1"/>
    <w:rsid w:val="003814CF"/>
    <w:rsid w:val="0038155F"/>
    <w:rsid w:val="003861D3"/>
    <w:rsid w:val="0038642A"/>
    <w:rsid w:val="003864AD"/>
    <w:rsid w:val="00390812"/>
    <w:rsid w:val="003A19F8"/>
    <w:rsid w:val="003A2300"/>
    <w:rsid w:val="003A264A"/>
    <w:rsid w:val="003A2DC9"/>
    <w:rsid w:val="003A4AD9"/>
    <w:rsid w:val="003A4B9A"/>
    <w:rsid w:val="003A5FCB"/>
    <w:rsid w:val="003B0F76"/>
    <w:rsid w:val="003B0FB1"/>
    <w:rsid w:val="003B470A"/>
    <w:rsid w:val="003B6BAE"/>
    <w:rsid w:val="003C6DA4"/>
    <w:rsid w:val="003C7B40"/>
    <w:rsid w:val="003D02E6"/>
    <w:rsid w:val="003D1883"/>
    <w:rsid w:val="003D735B"/>
    <w:rsid w:val="003E24EF"/>
    <w:rsid w:val="003E2A9B"/>
    <w:rsid w:val="003E68CC"/>
    <w:rsid w:val="003E6B7D"/>
    <w:rsid w:val="003E78A4"/>
    <w:rsid w:val="00401DD9"/>
    <w:rsid w:val="004022B4"/>
    <w:rsid w:val="00402B21"/>
    <w:rsid w:val="00414C94"/>
    <w:rsid w:val="004214B5"/>
    <w:rsid w:val="00425677"/>
    <w:rsid w:val="004274B0"/>
    <w:rsid w:val="004324A8"/>
    <w:rsid w:val="00433EDD"/>
    <w:rsid w:val="0043400B"/>
    <w:rsid w:val="004411EF"/>
    <w:rsid w:val="0044219E"/>
    <w:rsid w:val="00451080"/>
    <w:rsid w:val="0045216F"/>
    <w:rsid w:val="00453DAA"/>
    <w:rsid w:val="004540B1"/>
    <w:rsid w:val="0046060E"/>
    <w:rsid w:val="00461292"/>
    <w:rsid w:val="00466F90"/>
    <w:rsid w:val="00470F0C"/>
    <w:rsid w:val="00471881"/>
    <w:rsid w:val="004728B8"/>
    <w:rsid w:val="004839C6"/>
    <w:rsid w:val="00483B73"/>
    <w:rsid w:val="0049298A"/>
    <w:rsid w:val="004960F0"/>
    <w:rsid w:val="004A1ABC"/>
    <w:rsid w:val="004C00AC"/>
    <w:rsid w:val="004C3220"/>
    <w:rsid w:val="004C3998"/>
    <w:rsid w:val="004C7EEA"/>
    <w:rsid w:val="004D1433"/>
    <w:rsid w:val="004D187B"/>
    <w:rsid w:val="004D1DBE"/>
    <w:rsid w:val="004D584E"/>
    <w:rsid w:val="004F3076"/>
    <w:rsid w:val="00500E28"/>
    <w:rsid w:val="005016E0"/>
    <w:rsid w:val="005135E9"/>
    <w:rsid w:val="00514EB2"/>
    <w:rsid w:val="00515BF0"/>
    <w:rsid w:val="00515C9E"/>
    <w:rsid w:val="00544345"/>
    <w:rsid w:val="005453B5"/>
    <w:rsid w:val="005503E7"/>
    <w:rsid w:val="00552DA1"/>
    <w:rsid w:val="005607D3"/>
    <w:rsid w:val="005619CE"/>
    <w:rsid w:val="00566E1D"/>
    <w:rsid w:val="005732EA"/>
    <w:rsid w:val="005876B2"/>
    <w:rsid w:val="00593CAF"/>
    <w:rsid w:val="005B10DA"/>
    <w:rsid w:val="005B710D"/>
    <w:rsid w:val="005C2BD5"/>
    <w:rsid w:val="005C3CA2"/>
    <w:rsid w:val="005C775F"/>
    <w:rsid w:val="005D5500"/>
    <w:rsid w:val="005E1562"/>
    <w:rsid w:val="005E3CBA"/>
    <w:rsid w:val="005E49FB"/>
    <w:rsid w:val="005E58A6"/>
    <w:rsid w:val="005E6182"/>
    <w:rsid w:val="005E6F1E"/>
    <w:rsid w:val="005F4C07"/>
    <w:rsid w:val="00606718"/>
    <w:rsid w:val="00612060"/>
    <w:rsid w:val="00612580"/>
    <w:rsid w:val="0061265C"/>
    <w:rsid w:val="0061682B"/>
    <w:rsid w:val="0062599C"/>
    <w:rsid w:val="00640844"/>
    <w:rsid w:val="0064315A"/>
    <w:rsid w:val="00643F01"/>
    <w:rsid w:val="00645920"/>
    <w:rsid w:val="00646166"/>
    <w:rsid w:val="0065086A"/>
    <w:rsid w:val="00654354"/>
    <w:rsid w:val="006554B5"/>
    <w:rsid w:val="00655A10"/>
    <w:rsid w:val="006654B5"/>
    <w:rsid w:val="00673FAF"/>
    <w:rsid w:val="006771B7"/>
    <w:rsid w:val="0068069E"/>
    <w:rsid w:val="00682310"/>
    <w:rsid w:val="00684160"/>
    <w:rsid w:val="0068671C"/>
    <w:rsid w:val="006918F5"/>
    <w:rsid w:val="006A27A0"/>
    <w:rsid w:val="006A4B56"/>
    <w:rsid w:val="006B455F"/>
    <w:rsid w:val="006B5C7E"/>
    <w:rsid w:val="006C1D51"/>
    <w:rsid w:val="006C372A"/>
    <w:rsid w:val="006C4385"/>
    <w:rsid w:val="006C49BC"/>
    <w:rsid w:val="006D1D61"/>
    <w:rsid w:val="006D3F15"/>
    <w:rsid w:val="006E27BF"/>
    <w:rsid w:val="006E369B"/>
    <w:rsid w:val="007029A5"/>
    <w:rsid w:val="00711308"/>
    <w:rsid w:val="00723F01"/>
    <w:rsid w:val="00734E81"/>
    <w:rsid w:val="00740380"/>
    <w:rsid w:val="007425BB"/>
    <w:rsid w:val="00756A7B"/>
    <w:rsid w:val="00765184"/>
    <w:rsid w:val="00773AE7"/>
    <w:rsid w:val="00776EBF"/>
    <w:rsid w:val="00793CD4"/>
    <w:rsid w:val="0079586A"/>
    <w:rsid w:val="00797F40"/>
    <w:rsid w:val="007A316D"/>
    <w:rsid w:val="007A46E2"/>
    <w:rsid w:val="007A4F1D"/>
    <w:rsid w:val="007A57C4"/>
    <w:rsid w:val="007C06C3"/>
    <w:rsid w:val="007C1F9E"/>
    <w:rsid w:val="007D0550"/>
    <w:rsid w:val="007D1744"/>
    <w:rsid w:val="007D736C"/>
    <w:rsid w:val="007E1257"/>
    <w:rsid w:val="007E1EFA"/>
    <w:rsid w:val="007E317D"/>
    <w:rsid w:val="007E58CC"/>
    <w:rsid w:val="007F48C1"/>
    <w:rsid w:val="007F50ED"/>
    <w:rsid w:val="0080313B"/>
    <w:rsid w:val="00805FAA"/>
    <w:rsid w:val="008124BD"/>
    <w:rsid w:val="00815B14"/>
    <w:rsid w:val="0081675C"/>
    <w:rsid w:val="00816E10"/>
    <w:rsid w:val="008351F0"/>
    <w:rsid w:val="00835CAE"/>
    <w:rsid w:val="00844956"/>
    <w:rsid w:val="00854723"/>
    <w:rsid w:val="0085633D"/>
    <w:rsid w:val="00857484"/>
    <w:rsid w:val="008637B4"/>
    <w:rsid w:val="00864405"/>
    <w:rsid w:val="008654DE"/>
    <w:rsid w:val="008728A8"/>
    <w:rsid w:val="00877117"/>
    <w:rsid w:val="00890824"/>
    <w:rsid w:val="0089432A"/>
    <w:rsid w:val="0089532C"/>
    <w:rsid w:val="00895D1B"/>
    <w:rsid w:val="008960D8"/>
    <w:rsid w:val="008A54A8"/>
    <w:rsid w:val="008B4FFC"/>
    <w:rsid w:val="008C190E"/>
    <w:rsid w:val="008C33E4"/>
    <w:rsid w:val="008C4C70"/>
    <w:rsid w:val="008C65CE"/>
    <w:rsid w:val="008D101E"/>
    <w:rsid w:val="008D7C5E"/>
    <w:rsid w:val="008F0F07"/>
    <w:rsid w:val="008F2A13"/>
    <w:rsid w:val="008F3011"/>
    <w:rsid w:val="008F371E"/>
    <w:rsid w:val="008F3AF5"/>
    <w:rsid w:val="00906170"/>
    <w:rsid w:val="009133E4"/>
    <w:rsid w:val="00935452"/>
    <w:rsid w:val="00935EDE"/>
    <w:rsid w:val="009436E4"/>
    <w:rsid w:val="009456C2"/>
    <w:rsid w:val="00957454"/>
    <w:rsid w:val="00960695"/>
    <w:rsid w:val="009614AE"/>
    <w:rsid w:val="00966D6D"/>
    <w:rsid w:val="009779BF"/>
    <w:rsid w:val="009968C5"/>
    <w:rsid w:val="009A1C29"/>
    <w:rsid w:val="009A23AB"/>
    <w:rsid w:val="009A4311"/>
    <w:rsid w:val="009A6456"/>
    <w:rsid w:val="009C3A24"/>
    <w:rsid w:val="009C409B"/>
    <w:rsid w:val="009C5809"/>
    <w:rsid w:val="009D081C"/>
    <w:rsid w:val="009D180E"/>
    <w:rsid w:val="009D1E9B"/>
    <w:rsid w:val="009D4FCE"/>
    <w:rsid w:val="009D6FB9"/>
    <w:rsid w:val="009E62CE"/>
    <w:rsid w:val="009F222B"/>
    <w:rsid w:val="009F3C5F"/>
    <w:rsid w:val="009F4F1A"/>
    <w:rsid w:val="009F6A39"/>
    <w:rsid w:val="009F6CF9"/>
    <w:rsid w:val="00A023F3"/>
    <w:rsid w:val="00A078C8"/>
    <w:rsid w:val="00A10CE9"/>
    <w:rsid w:val="00A17218"/>
    <w:rsid w:val="00A41BD8"/>
    <w:rsid w:val="00A52B84"/>
    <w:rsid w:val="00A53440"/>
    <w:rsid w:val="00A650EA"/>
    <w:rsid w:val="00A66524"/>
    <w:rsid w:val="00A67C9C"/>
    <w:rsid w:val="00A67D5C"/>
    <w:rsid w:val="00A71314"/>
    <w:rsid w:val="00A74638"/>
    <w:rsid w:val="00A82A96"/>
    <w:rsid w:val="00A8524E"/>
    <w:rsid w:val="00A87820"/>
    <w:rsid w:val="00AA10D5"/>
    <w:rsid w:val="00AB251B"/>
    <w:rsid w:val="00AB3489"/>
    <w:rsid w:val="00AB5BCC"/>
    <w:rsid w:val="00AC1480"/>
    <w:rsid w:val="00AC2544"/>
    <w:rsid w:val="00AC7AFC"/>
    <w:rsid w:val="00AD6A9F"/>
    <w:rsid w:val="00AD7719"/>
    <w:rsid w:val="00AE1E5B"/>
    <w:rsid w:val="00AF13D5"/>
    <w:rsid w:val="00AF214C"/>
    <w:rsid w:val="00B009B3"/>
    <w:rsid w:val="00B01379"/>
    <w:rsid w:val="00B16E64"/>
    <w:rsid w:val="00B32F4C"/>
    <w:rsid w:val="00B46895"/>
    <w:rsid w:val="00B51123"/>
    <w:rsid w:val="00B51E89"/>
    <w:rsid w:val="00B6396C"/>
    <w:rsid w:val="00B643D4"/>
    <w:rsid w:val="00B64F18"/>
    <w:rsid w:val="00B8742D"/>
    <w:rsid w:val="00B90B8E"/>
    <w:rsid w:val="00B90FD0"/>
    <w:rsid w:val="00B92FB1"/>
    <w:rsid w:val="00B934FD"/>
    <w:rsid w:val="00BB5F9E"/>
    <w:rsid w:val="00BD68F1"/>
    <w:rsid w:val="00BD7818"/>
    <w:rsid w:val="00BF0D4A"/>
    <w:rsid w:val="00BF72A5"/>
    <w:rsid w:val="00C03438"/>
    <w:rsid w:val="00C0704B"/>
    <w:rsid w:val="00C07CA1"/>
    <w:rsid w:val="00C10E75"/>
    <w:rsid w:val="00C151EE"/>
    <w:rsid w:val="00C21B90"/>
    <w:rsid w:val="00C23C45"/>
    <w:rsid w:val="00C31F14"/>
    <w:rsid w:val="00C35A18"/>
    <w:rsid w:val="00C37F94"/>
    <w:rsid w:val="00C402AC"/>
    <w:rsid w:val="00C506C0"/>
    <w:rsid w:val="00C54D43"/>
    <w:rsid w:val="00C55888"/>
    <w:rsid w:val="00C66EF0"/>
    <w:rsid w:val="00C718AA"/>
    <w:rsid w:val="00C80A7F"/>
    <w:rsid w:val="00C80BDE"/>
    <w:rsid w:val="00C810B1"/>
    <w:rsid w:val="00C8319F"/>
    <w:rsid w:val="00C91042"/>
    <w:rsid w:val="00CA2B55"/>
    <w:rsid w:val="00CA4485"/>
    <w:rsid w:val="00CB1478"/>
    <w:rsid w:val="00CC167F"/>
    <w:rsid w:val="00CC3723"/>
    <w:rsid w:val="00CC4CE1"/>
    <w:rsid w:val="00CC777C"/>
    <w:rsid w:val="00CD4A8B"/>
    <w:rsid w:val="00CD5356"/>
    <w:rsid w:val="00CE3D24"/>
    <w:rsid w:val="00CF260D"/>
    <w:rsid w:val="00CF2B1C"/>
    <w:rsid w:val="00D02C5D"/>
    <w:rsid w:val="00D07D44"/>
    <w:rsid w:val="00D248CC"/>
    <w:rsid w:val="00D25F24"/>
    <w:rsid w:val="00D265D9"/>
    <w:rsid w:val="00D36ECF"/>
    <w:rsid w:val="00D41A34"/>
    <w:rsid w:val="00D54C2A"/>
    <w:rsid w:val="00D57225"/>
    <w:rsid w:val="00D6464F"/>
    <w:rsid w:val="00D71E58"/>
    <w:rsid w:val="00D735B6"/>
    <w:rsid w:val="00D8161E"/>
    <w:rsid w:val="00D8161F"/>
    <w:rsid w:val="00D85EAB"/>
    <w:rsid w:val="00D8687C"/>
    <w:rsid w:val="00D9178C"/>
    <w:rsid w:val="00D97AE9"/>
    <w:rsid w:val="00DA27E1"/>
    <w:rsid w:val="00DB141A"/>
    <w:rsid w:val="00DC2276"/>
    <w:rsid w:val="00DC59BF"/>
    <w:rsid w:val="00DC7837"/>
    <w:rsid w:val="00DE72B9"/>
    <w:rsid w:val="00DE7DC3"/>
    <w:rsid w:val="00DF0A64"/>
    <w:rsid w:val="00DF196D"/>
    <w:rsid w:val="00DF544C"/>
    <w:rsid w:val="00DF6F2F"/>
    <w:rsid w:val="00E02A07"/>
    <w:rsid w:val="00E03741"/>
    <w:rsid w:val="00E22988"/>
    <w:rsid w:val="00E258F1"/>
    <w:rsid w:val="00E27DE3"/>
    <w:rsid w:val="00E334C6"/>
    <w:rsid w:val="00E346C1"/>
    <w:rsid w:val="00E34FE5"/>
    <w:rsid w:val="00E4318C"/>
    <w:rsid w:val="00E45C6B"/>
    <w:rsid w:val="00E536BD"/>
    <w:rsid w:val="00E6237C"/>
    <w:rsid w:val="00E80E6B"/>
    <w:rsid w:val="00E82DA0"/>
    <w:rsid w:val="00E86A1E"/>
    <w:rsid w:val="00E97594"/>
    <w:rsid w:val="00EA1DA2"/>
    <w:rsid w:val="00EA5E35"/>
    <w:rsid w:val="00EB1769"/>
    <w:rsid w:val="00EC103E"/>
    <w:rsid w:val="00EC12D4"/>
    <w:rsid w:val="00EC53EC"/>
    <w:rsid w:val="00ED17C7"/>
    <w:rsid w:val="00ED2E90"/>
    <w:rsid w:val="00ED491B"/>
    <w:rsid w:val="00ED51B0"/>
    <w:rsid w:val="00ED7B7B"/>
    <w:rsid w:val="00F00D7B"/>
    <w:rsid w:val="00F06582"/>
    <w:rsid w:val="00F12F7E"/>
    <w:rsid w:val="00F15744"/>
    <w:rsid w:val="00F2055B"/>
    <w:rsid w:val="00F3304C"/>
    <w:rsid w:val="00F33155"/>
    <w:rsid w:val="00F33E04"/>
    <w:rsid w:val="00F37CA2"/>
    <w:rsid w:val="00F5284E"/>
    <w:rsid w:val="00F60321"/>
    <w:rsid w:val="00F63273"/>
    <w:rsid w:val="00F84DDD"/>
    <w:rsid w:val="00F93AEF"/>
    <w:rsid w:val="00F9434D"/>
    <w:rsid w:val="00F95D7F"/>
    <w:rsid w:val="00F96273"/>
    <w:rsid w:val="00F97621"/>
    <w:rsid w:val="00FA062C"/>
    <w:rsid w:val="00FA290A"/>
    <w:rsid w:val="00FA529B"/>
    <w:rsid w:val="00FB0FB4"/>
    <w:rsid w:val="00FB60E4"/>
    <w:rsid w:val="00FB61E0"/>
    <w:rsid w:val="00FC66E8"/>
    <w:rsid w:val="00FD1AF5"/>
    <w:rsid w:val="00FD5BBD"/>
    <w:rsid w:val="00FD6CFC"/>
    <w:rsid w:val="00FE1C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it-IT"/>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it-IT"/>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4</TotalTime>
  <Pages>2</Pages>
  <Words>552</Words>
  <Characters>3151</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Communiqué de presse</vt:lpstr>
    </vt:vector>
  </TitlesOfParts>
  <Company>Renault Trucks</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10</cp:revision>
  <dcterms:created xsi:type="dcterms:W3CDTF">2023-10-31T18:04:00Z</dcterms:created>
  <dcterms:modified xsi:type="dcterms:W3CDTF">2023-11-08T13:23:00Z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